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E3250" w14:textId="77777777" w:rsidR="00426FC7" w:rsidRDefault="00426FC7"/>
    <w:p w14:paraId="7B883B5B" w14:textId="77777777" w:rsidR="008A66F0" w:rsidRPr="00C626B9" w:rsidRDefault="008A66F0" w:rsidP="008A66F0">
      <w:pPr>
        <w:pStyle w:val="Kehateks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242"/>
        </w:tabs>
        <w:jc w:val="both"/>
        <w:rPr>
          <w:rFonts w:ascii="Times New Roman" w:hAnsi="Times New Roman"/>
          <w:sz w:val="23"/>
          <w:szCs w:val="23"/>
          <w:lang w:val="et-EE"/>
        </w:rPr>
      </w:pPr>
      <w:r>
        <w:rPr>
          <w:rFonts w:ascii="Times New Roman" w:hAnsi="Times New Roman"/>
          <w:sz w:val="23"/>
          <w:szCs w:val="23"/>
          <w:lang w:val="et-EE"/>
        </w:rPr>
        <w:t>Majandus- ja Kommunikatsiooni ministeerium</w:t>
      </w:r>
      <w:r w:rsidRPr="00C626B9">
        <w:rPr>
          <w:rFonts w:ascii="Times New Roman" w:hAnsi="Times New Roman"/>
          <w:sz w:val="23"/>
          <w:szCs w:val="23"/>
          <w:lang w:val="et-EE"/>
        </w:rPr>
        <w:tab/>
      </w:r>
      <w:r w:rsidRPr="00C626B9">
        <w:rPr>
          <w:rFonts w:ascii="Times New Roman" w:hAnsi="Times New Roman"/>
          <w:sz w:val="23"/>
          <w:szCs w:val="23"/>
          <w:lang w:val="et-EE"/>
        </w:rPr>
        <w:tab/>
      </w:r>
      <w:r w:rsidRPr="00C626B9">
        <w:rPr>
          <w:rFonts w:ascii="Times New Roman" w:hAnsi="Times New Roman"/>
          <w:sz w:val="23"/>
          <w:szCs w:val="23"/>
          <w:lang w:val="et-EE"/>
        </w:rPr>
        <w:tab/>
      </w:r>
      <w:r w:rsidRPr="00C626B9">
        <w:rPr>
          <w:rFonts w:ascii="Times New Roman" w:hAnsi="Times New Roman"/>
          <w:sz w:val="23"/>
          <w:szCs w:val="23"/>
          <w:lang w:val="et-EE"/>
        </w:rPr>
        <w:tab/>
      </w:r>
      <w:r w:rsidRPr="00C626B9">
        <w:rPr>
          <w:rFonts w:ascii="Times New Roman" w:hAnsi="Times New Roman"/>
          <w:sz w:val="23"/>
          <w:szCs w:val="23"/>
          <w:lang w:val="et-EE"/>
        </w:rPr>
        <w:tab/>
      </w:r>
    </w:p>
    <w:p w14:paraId="345A16C2" w14:textId="77777777" w:rsidR="008A66F0" w:rsidRPr="00C626B9" w:rsidRDefault="008A66F0" w:rsidP="008A66F0">
      <w:pPr>
        <w:pStyle w:val="Kehateks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242"/>
        </w:tabs>
        <w:rPr>
          <w:rFonts w:ascii="Times New Roman" w:hAnsi="Times New Roman"/>
          <w:color w:val="auto"/>
          <w:sz w:val="23"/>
          <w:szCs w:val="23"/>
          <w:lang w:val="et-EE"/>
        </w:rPr>
      </w:pPr>
      <w:r>
        <w:rPr>
          <w:rFonts w:ascii="Times New Roman" w:hAnsi="Times New Roman"/>
          <w:sz w:val="23"/>
          <w:szCs w:val="23"/>
          <w:lang w:val="et-EE"/>
        </w:rPr>
        <w:t>Suur-Ameerika 1</w:t>
      </w:r>
      <w:r w:rsidRPr="00C626B9">
        <w:rPr>
          <w:rFonts w:ascii="Times New Roman" w:hAnsi="Times New Roman"/>
          <w:sz w:val="23"/>
          <w:szCs w:val="23"/>
          <w:lang w:val="et-EE"/>
        </w:rPr>
        <w:tab/>
      </w:r>
      <w:r w:rsidRPr="00C626B9">
        <w:rPr>
          <w:rFonts w:ascii="Times New Roman" w:hAnsi="Times New Roman"/>
          <w:sz w:val="23"/>
          <w:szCs w:val="23"/>
          <w:lang w:val="et-EE"/>
        </w:rPr>
        <w:tab/>
      </w:r>
      <w:r w:rsidRPr="00C626B9">
        <w:rPr>
          <w:rFonts w:ascii="Times New Roman" w:hAnsi="Times New Roman"/>
          <w:sz w:val="23"/>
          <w:szCs w:val="23"/>
          <w:lang w:val="et-EE"/>
        </w:rPr>
        <w:tab/>
      </w:r>
      <w:r w:rsidRPr="00C626B9">
        <w:rPr>
          <w:rFonts w:ascii="Times New Roman" w:hAnsi="Times New Roman"/>
          <w:sz w:val="23"/>
          <w:szCs w:val="23"/>
          <w:lang w:val="et-EE"/>
        </w:rPr>
        <w:tab/>
      </w:r>
      <w:r w:rsidRPr="00C626B9">
        <w:rPr>
          <w:rFonts w:ascii="Times New Roman" w:hAnsi="Times New Roman"/>
          <w:sz w:val="23"/>
          <w:szCs w:val="23"/>
          <w:lang w:val="et-EE"/>
        </w:rPr>
        <w:tab/>
      </w:r>
      <w:r w:rsidRPr="00C626B9">
        <w:rPr>
          <w:rFonts w:ascii="Times New Roman" w:hAnsi="Times New Roman"/>
          <w:sz w:val="23"/>
          <w:szCs w:val="23"/>
          <w:lang w:val="et-EE"/>
        </w:rPr>
        <w:tab/>
      </w:r>
      <w:r w:rsidRPr="00C626B9">
        <w:rPr>
          <w:rFonts w:ascii="Times New Roman" w:hAnsi="Times New Roman"/>
          <w:sz w:val="23"/>
          <w:szCs w:val="23"/>
          <w:lang w:val="et-EE"/>
        </w:rPr>
        <w:tab/>
      </w:r>
    </w:p>
    <w:p w14:paraId="7F27DE53" w14:textId="0CBE1ACF" w:rsidR="008A66F0" w:rsidRPr="00852E5A" w:rsidRDefault="008A66F0" w:rsidP="008A66F0">
      <w:pPr>
        <w:pStyle w:val="Kehateks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242"/>
        </w:tabs>
        <w:rPr>
          <w:rFonts w:ascii="Times New Roman" w:hAnsi="Times New Roman"/>
          <w:color w:val="auto"/>
          <w:sz w:val="23"/>
          <w:szCs w:val="23"/>
          <w:lang w:val="et-EE"/>
        </w:rPr>
      </w:pPr>
      <w:r w:rsidRPr="00C626B9">
        <w:rPr>
          <w:rFonts w:ascii="Times New Roman" w:hAnsi="Times New Roman"/>
          <w:sz w:val="23"/>
          <w:szCs w:val="23"/>
          <w:lang w:val="et-EE"/>
        </w:rPr>
        <w:t>1</w:t>
      </w:r>
      <w:r>
        <w:rPr>
          <w:rFonts w:ascii="Times New Roman" w:hAnsi="Times New Roman"/>
          <w:sz w:val="23"/>
          <w:szCs w:val="23"/>
          <w:lang w:val="et-EE"/>
        </w:rPr>
        <w:t>0122</w:t>
      </w:r>
      <w:r w:rsidRPr="00C626B9">
        <w:rPr>
          <w:rFonts w:ascii="Times New Roman" w:hAnsi="Times New Roman"/>
          <w:sz w:val="23"/>
          <w:szCs w:val="23"/>
          <w:lang w:val="et-EE"/>
        </w:rPr>
        <w:t xml:space="preserve"> Tallinn</w:t>
      </w:r>
      <w:r>
        <w:rPr>
          <w:rFonts w:ascii="Times New Roman" w:hAnsi="Times New Roman"/>
          <w:sz w:val="23"/>
          <w:szCs w:val="23"/>
          <w:lang w:val="et-EE"/>
        </w:rPr>
        <w:tab/>
      </w:r>
      <w:r>
        <w:rPr>
          <w:rFonts w:ascii="Times New Roman" w:hAnsi="Times New Roman"/>
          <w:sz w:val="23"/>
          <w:szCs w:val="23"/>
          <w:lang w:val="et-EE"/>
        </w:rPr>
        <w:tab/>
      </w:r>
      <w:r>
        <w:rPr>
          <w:rFonts w:ascii="Times New Roman" w:hAnsi="Times New Roman"/>
          <w:sz w:val="23"/>
          <w:szCs w:val="23"/>
          <w:lang w:val="et-EE"/>
        </w:rPr>
        <w:tab/>
      </w:r>
      <w:r>
        <w:rPr>
          <w:rFonts w:ascii="Times New Roman" w:hAnsi="Times New Roman"/>
          <w:sz w:val="23"/>
          <w:szCs w:val="23"/>
          <w:lang w:val="et-EE"/>
        </w:rPr>
        <w:tab/>
      </w:r>
      <w:r>
        <w:rPr>
          <w:rFonts w:ascii="Times New Roman" w:hAnsi="Times New Roman"/>
          <w:sz w:val="23"/>
          <w:szCs w:val="23"/>
          <w:lang w:val="et-EE"/>
        </w:rPr>
        <w:tab/>
      </w:r>
      <w:r>
        <w:rPr>
          <w:rFonts w:ascii="Times New Roman" w:hAnsi="Times New Roman"/>
          <w:sz w:val="23"/>
          <w:szCs w:val="23"/>
          <w:lang w:val="et-EE"/>
        </w:rPr>
        <w:tab/>
      </w:r>
      <w:r w:rsidR="00C94552">
        <w:rPr>
          <w:rFonts w:ascii="Times New Roman" w:hAnsi="Times New Roman"/>
          <w:sz w:val="23"/>
          <w:szCs w:val="23"/>
          <w:lang w:val="et-EE"/>
        </w:rPr>
        <w:tab/>
      </w:r>
      <w:r>
        <w:rPr>
          <w:rFonts w:ascii="Times New Roman" w:hAnsi="Times New Roman"/>
          <w:sz w:val="23"/>
          <w:szCs w:val="23"/>
          <w:lang w:val="et-EE"/>
        </w:rPr>
        <w:t>04</w:t>
      </w:r>
      <w:r w:rsidRPr="00C626B9">
        <w:rPr>
          <w:rFonts w:ascii="Times New Roman" w:hAnsi="Times New Roman"/>
          <w:sz w:val="23"/>
          <w:szCs w:val="23"/>
          <w:lang w:val="et-EE"/>
        </w:rPr>
        <w:t>.0</w:t>
      </w:r>
      <w:r>
        <w:rPr>
          <w:rFonts w:ascii="Times New Roman" w:hAnsi="Times New Roman"/>
          <w:sz w:val="23"/>
          <w:szCs w:val="23"/>
          <w:lang w:val="et-EE"/>
        </w:rPr>
        <w:t>2.2026</w:t>
      </w:r>
      <w:r w:rsidRPr="00C626B9">
        <w:rPr>
          <w:rFonts w:ascii="Times New Roman" w:hAnsi="Times New Roman"/>
          <w:sz w:val="23"/>
          <w:szCs w:val="23"/>
          <w:lang w:val="et-EE"/>
        </w:rPr>
        <w:t xml:space="preserve"> nr </w:t>
      </w:r>
      <w:r w:rsidR="00C94552" w:rsidRPr="00C94552">
        <w:rPr>
          <w:rFonts w:ascii="Times New Roman" w:hAnsi="Times New Roman"/>
          <w:color w:val="auto"/>
          <w:sz w:val="23"/>
          <w:szCs w:val="23"/>
          <w:lang w:val="et-EE"/>
        </w:rPr>
        <w:t>4-1/26/478</w:t>
      </w:r>
    </w:p>
    <w:p w14:paraId="37890BCA" w14:textId="77777777" w:rsidR="008A66F0" w:rsidRPr="00C626B9" w:rsidRDefault="008A66F0" w:rsidP="008A66F0">
      <w:pPr>
        <w:pStyle w:val="Kehateks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242"/>
        </w:tabs>
        <w:rPr>
          <w:rFonts w:ascii="Arial" w:hAnsi="Arial" w:cs="Arial"/>
          <w:sz w:val="23"/>
          <w:szCs w:val="23"/>
          <w:lang w:val="et-EE"/>
        </w:rPr>
      </w:pPr>
      <w:r w:rsidRPr="00852E5A">
        <w:rPr>
          <w:sz w:val="23"/>
          <w:szCs w:val="23"/>
          <w:lang w:val="et-EE"/>
        </w:rPr>
        <w:t>info@</w:t>
      </w:r>
      <w:r>
        <w:rPr>
          <w:sz w:val="23"/>
          <w:szCs w:val="23"/>
          <w:lang w:val="et-EE"/>
        </w:rPr>
        <w:t>mkm</w:t>
      </w:r>
      <w:r w:rsidRPr="00852E5A">
        <w:rPr>
          <w:sz w:val="23"/>
          <w:szCs w:val="23"/>
          <w:lang w:val="et-EE"/>
        </w:rPr>
        <w:t>.ee</w:t>
      </w:r>
      <w:r w:rsidRPr="00C626B9">
        <w:rPr>
          <w:sz w:val="23"/>
          <w:szCs w:val="23"/>
          <w:lang w:val="et-EE"/>
        </w:rPr>
        <w:tab/>
      </w:r>
      <w:r w:rsidRPr="00C626B9">
        <w:rPr>
          <w:sz w:val="23"/>
          <w:szCs w:val="23"/>
          <w:lang w:val="et-EE"/>
        </w:rPr>
        <w:tab/>
      </w:r>
    </w:p>
    <w:p w14:paraId="1F96251E" w14:textId="77777777" w:rsidR="008A66F0" w:rsidRPr="00C626B9" w:rsidRDefault="008A66F0" w:rsidP="008A66F0">
      <w:pPr>
        <w:pStyle w:val="Kehateks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242"/>
        </w:tabs>
        <w:rPr>
          <w:rFonts w:ascii="Arial" w:hAnsi="Arial" w:cs="Arial"/>
          <w:sz w:val="23"/>
          <w:szCs w:val="23"/>
          <w:lang w:val="et-EE"/>
        </w:rPr>
      </w:pPr>
    </w:p>
    <w:p w14:paraId="5E1AB67B" w14:textId="77777777" w:rsidR="008A66F0" w:rsidRDefault="008A66F0" w:rsidP="008A66F0">
      <w:pPr>
        <w:pStyle w:val="Kehateks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242"/>
        </w:tabs>
        <w:rPr>
          <w:rFonts w:ascii="Arial" w:hAnsi="Arial" w:cs="Arial"/>
          <w:sz w:val="23"/>
          <w:szCs w:val="23"/>
          <w:lang w:val="et-EE"/>
        </w:rPr>
      </w:pPr>
    </w:p>
    <w:p w14:paraId="41D76A92" w14:textId="77777777" w:rsidR="008A66F0" w:rsidRDefault="008A66F0" w:rsidP="008A66F0">
      <w:pPr>
        <w:pStyle w:val="Kehateks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242"/>
        </w:tabs>
        <w:rPr>
          <w:rFonts w:ascii="Arial" w:hAnsi="Arial" w:cs="Arial"/>
          <w:sz w:val="23"/>
          <w:szCs w:val="23"/>
          <w:lang w:val="et-EE"/>
        </w:rPr>
      </w:pPr>
    </w:p>
    <w:p w14:paraId="00202D5F" w14:textId="77777777" w:rsidR="008A66F0" w:rsidRPr="009C099D" w:rsidRDefault="008A66F0" w:rsidP="008A66F0">
      <w:pPr>
        <w:pStyle w:val="Pealkiri1"/>
        <w:rPr>
          <w:rFonts w:ascii="Times New Roman" w:hAnsi="Times New Roman"/>
          <w:sz w:val="23"/>
          <w:szCs w:val="23"/>
          <w:lang w:val="et-EE"/>
        </w:rPr>
      </w:pPr>
      <w:r w:rsidRPr="009C099D">
        <w:rPr>
          <w:rFonts w:ascii="Times New Roman" w:hAnsi="Times New Roman"/>
          <w:sz w:val="23"/>
          <w:szCs w:val="23"/>
          <w:lang w:val="et-EE"/>
        </w:rPr>
        <w:t>Saldokinnitus</w:t>
      </w:r>
    </w:p>
    <w:p w14:paraId="6D79502E" w14:textId="77777777" w:rsidR="008A66F0" w:rsidRDefault="008A66F0" w:rsidP="008A66F0">
      <w:pPr>
        <w:pStyle w:val="Kehatekst"/>
        <w:rPr>
          <w:rFonts w:ascii="Times New Roman" w:hAnsi="Times New Roman"/>
          <w:sz w:val="23"/>
          <w:szCs w:val="23"/>
          <w:lang w:val="et-EE"/>
        </w:rPr>
      </w:pPr>
    </w:p>
    <w:p w14:paraId="6205D72B" w14:textId="77777777" w:rsidR="008A66F0" w:rsidRDefault="008A66F0" w:rsidP="008A66F0">
      <w:pPr>
        <w:pStyle w:val="Kehatekst"/>
        <w:rPr>
          <w:rFonts w:ascii="Times New Roman" w:hAnsi="Times New Roman"/>
          <w:sz w:val="23"/>
          <w:szCs w:val="23"/>
          <w:lang w:val="et-EE"/>
        </w:rPr>
      </w:pPr>
    </w:p>
    <w:p w14:paraId="151C6869" w14:textId="77777777" w:rsidR="008A66F0" w:rsidRDefault="008A66F0" w:rsidP="008A66F0">
      <w:pPr>
        <w:tabs>
          <w:tab w:val="left" w:pos="-2304"/>
          <w:tab w:val="left" w:pos="-100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jc w:val="both"/>
        <w:rPr>
          <w:sz w:val="22"/>
          <w:szCs w:val="22"/>
          <w:lang w:eastAsia="et-EE"/>
        </w:rPr>
      </w:pPr>
      <w:r w:rsidRPr="00F416A9">
        <w:t xml:space="preserve">Seoses tavapärase audiitorkontrolliga </w:t>
      </w:r>
      <w:r w:rsidRPr="00467546">
        <w:rPr>
          <w:sz w:val="23"/>
          <w:szCs w:val="23"/>
        </w:rPr>
        <w:t xml:space="preserve">Grant </w:t>
      </w:r>
      <w:proofErr w:type="spellStart"/>
      <w:r w:rsidRPr="00467546">
        <w:rPr>
          <w:sz w:val="23"/>
          <w:szCs w:val="23"/>
        </w:rPr>
        <w:t>Thornton</w:t>
      </w:r>
      <w:proofErr w:type="spellEnd"/>
      <w:r w:rsidRPr="00467546">
        <w:rPr>
          <w:sz w:val="23"/>
          <w:szCs w:val="23"/>
        </w:rPr>
        <w:t xml:space="preserve"> Baltic OÜ</w:t>
      </w:r>
      <w:r>
        <w:rPr>
          <w:sz w:val="23"/>
          <w:szCs w:val="23"/>
        </w:rPr>
        <w:t xml:space="preserve"> </w:t>
      </w:r>
      <w:r w:rsidRPr="00F416A9">
        <w:t xml:space="preserve">poolt soovime saada </w:t>
      </w:r>
      <w:r>
        <w:t>kinnitust Eesti Töötukassa toetuse saaja saldoteatisele.</w:t>
      </w:r>
    </w:p>
    <w:p w14:paraId="7DDE4B2C" w14:textId="77777777" w:rsidR="008A66F0" w:rsidRPr="007671B6" w:rsidRDefault="008A66F0" w:rsidP="008A66F0">
      <w:pPr>
        <w:tabs>
          <w:tab w:val="left" w:pos="-2304"/>
          <w:tab w:val="left" w:pos="-100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jc w:val="both"/>
        <w:rPr>
          <w:sz w:val="23"/>
          <w:szCs w:val="23"/>
        </w:rPr>
      </w:pPr>
    </w:p>
    <w:p w14:paraId="53F6DEAE" w14:textId="77777777" w:rsidR="008A66F0" w:rsidRPr="00852E5A" w:rsidRDefault="008A66F0" w:rsidP="008A66F0">
      <w:pPr>
        <w:pStyle w:val="Kehatekst"/>
        <w:rPr>
          <w:rFonts w:ascii="Times New Roman" w:hAnsi="Times New Roman"/>
          <w:szCs w:val="24"/>
          <w:lang w:val="et-EE"/>
        </w:rPr>
      </w:pPr>
    </w:p>
    <w:p w14:paraId="40C99141" w14:textId="77777777" w:rsidR="008A66F0" w:rsidRPr="00F416A9" w:rsidRDefault="008A66F0" w:rsidP="008A66F0">
      <w:pPr>
        <w:pStyle w:val="Kehatekst"/>
        <w:rPr>
          <w:rFonts w:ascii="Times New Roman" w:hAnsi="Times New Roman"/>
          <w:szCs w:val="24"/>
          <w:lang w:val="et-EE"/>
        </w:rPr>
      </w:pPr>
      <w:r w:rsidRPr="00F416A9">
        <w:rPr>
          <w:rFonts w:ascii="Times New Roman" w:hAnsi="Times New Roman"/>
          <w:szCs w:val="24"/>
          <w:lang w:val="et-EE"/>
        </w:rPr>
        <w:t>Palun saatke nimetatud andmed otse meie audiitoritele aadressil:</w:t>
      </w:r>
    </w:p>
    <w:p w14:paraId="0FD62E80" w14:textId="77777777" w:rsidR="008A66F0" w:rsidRPr="00467546" w:rsidRDefault="008A66F0" w:rsidP="008A66F0">
      <w:pPr>
        <w:pStyle w:val="Kehatekst"/>
        <w:jc w:val="both"/>
        <w:rPr>
          <w:rFonts w:ascii="Times New Roman" w:hAnsi="Times New Roman"/>
          <w:iCs/>
          <w:color w:val="auto"/>
          <w:sz w:val="23"/>
          <w:szCs w:val="23"/>
          <w:lang w:val="et-EE"/>
        </w:rPr>
      </w:pPr>
      <w:r>
        <w:rPr>
          <w:rFonts w:ascii="Times New Roman" w:hAnsi="Times New Roman"/>
          <w:iCs/>
          <w:color w:val="auto"/>
          <w:sz w:val="23"/>
          <w:szCs w:val="23"/>
          <w:lang w:val="et-EE"/>
        </w:rPr>
        <w:t>Helery Roos</w:t>
      </w:r>
    </w:p>
    <w:p w14:paraId="26C2ADB5" w14:textId="77777777" w:rsidR="008A66F0" w:rsidRPr="00467546" w:rsidRDefault="008A66F0" w:rsidP="008A66F0">
      <w:pPr>
        <w:tabs>
          <w:tab w:val="left" w:pos="-2304"/>
          <w:tab w:val="left" w:pos="-100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jc w:val="both"/>
        <w:rPr>
          <w:sz w:val="23"/>
          <w:szCs w:val="23"/>
        </w:rPr>
      </w:pPr>
      <w:r w:rsidRPr="00467546">
        <w:rPr>
          <w:sz w:val="23"/>
          <w:szCs w:val="23"/>
        </w:rPr>
        <w:t xml:space="preserve">Grant </w:t>
      </w:r>
      <w:proofErr w:type="spellStart"/>
      <w:r w:rsidRPr="00467546">
        <w:rPr>
          <w:sz w:val="23"/>
          <w:szCs w:val="23"/>
        </w:rPr>
        <w:t>Thornton</w:t>
      </w:r>
      <w:proofErr w:type="spellEnd"/>
      <w:r w:rsidRPr="00467546">
        <w:rPr>
          <w:sz w:val="23"/>
          <w:szCs w:val="23"/>
        </w:rPr>
        <w:t xml:space="preserve"> Baltic OÜ</w:t>
      </w:r>
    </w:p>
    <w:p w14:paraId="158EBDFE" w14:textId="77777777" w:rsidR="008A66F0" w:rsidRPr="00467546" w:rsidRDefault="008A66F0" w:rsidP="008A66F0">
      <w:pPr>
        <w:tabs>
          <w:tab w:val="left" w:pos="-2304"/>
          <w:tab w:val="left" w:pos="-100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jc w:val="both"/>
        <w:rPr>
          <w:sz w:val="23"/>
          <w:szCs w:val="23"/>
        </w:rPr>
      </w:pPr>
      <w:r w:rsidRPr="00467546">
        <w:rPr>
          <w:sz w:val="23"/>
          <w:szCs w:val="23"/>
        </w:rPr>
        <w:t>Pärnu mnt 22</w:t>
      </w:r>
    </w:p>
    <w:p w14:paraId="201B6675" w14:textId="77777777" w:rsidR="008A66F0" w:rsidRPr="00467546" w:rsidRDefault="008A66F0" w:rsidP="008A66F0">
      <w:pPr>
        <w:suppressAutoHyphens/>
        <w:jc w:val="both"/>
        <w:rPr>
          <w:sz w:val="23"/>
          <w:szCs w:val="23"/>
        </w:rPr>
      </w:pPr>
      <w:r w:rsidRPr="00467546">
        <w:rPr>
          <w:sz w:val="23"/>
          <w:szCs w:val="23"/>
        </w:rPr>
        <w:t>10141 Tallinn</w:t>
      </w:r>
    </w:p>
    <w:p w14:paraId="56365E49" w14:textId="77777777" w:rsidR="008A66F0" w:rsidRPr="009129E0" w:rsidRDefault="008A66F0" w:rsidP="008A66F0">
      <w:pPr>
        <w:rPr>
          <w:lang w:eastAsia="et-EE"/>
        </w:rPr>
      </w:pPr>
      <w:proofErr w:type="spellStart"/>
      <w:r w:rsidRPr="00852E5A">
        <w:rPr>
          <w:sz w:val="23"/>
          <w:szCs w:val="23"/>
          <w:lang w:val="fi-FI"/>
        </w:rPr>
        <w:t>või</w:t>
      </w:r>
      <w:proofErr w:type="spellEnd"/>
      <w:r w:rsidRPr="00852E5A">
        <w:rPr>
          <w:sz w:val="23"/>
          <w:szCs w:val="23"/>
          <w:lang w:val="fi-FI"/>
        </w:rPr>
        <w:t xml:space="preserve"> </w:t>
      </w:r>
      <w:proofErr w:type="spellStart"/>
      <w:r w:rsidRPr="00852E5A">
        <w:rPr>
          <w:sz w:val="23"/>
          <w:szCs w:val="23"/>
          <w:lang w:val="fi-FI"/>
        </w:rPr>
        <w:t>digitaalselt</w:t>
      </w:r>
      <w:proofErr w:type="spellEnd"/>
      <w:r w:rsidRPr="00852E5A">
        <w:rPr>
          <w:sz w:val="23"/>
          <w:szCs w:val="23"/>
          <w:lang w:val="fi-FI"/>
        </w:rPr>
        <w:t xml:space="preserve"> </w:t>
      </w:r>
      <w:proofErr w:type="spellStart"/>
      <w:r w:rsidRPr="00852E5A">
        <w:rPr>
          <w:sz w:val="23"/>
          <w:szCs w:val="23"/>
          <w:lang w:val="fi-FI"/>
        </w:rPr>
        <w:t>allkirjastatult</w:t>
      </w:r>
      <w:proofErr w:type="spellEnd"/>
      <w:r w:rsidRPr="00852E5A">
        <w:rPr>
          <w:sz w:val="23"/>
          <w:szCs w:val="23"/>
          <w:lang w:val="fi-FI"/>
        </w:rPr>
        <w:t xml:space="preserve"> e-</w:t>
      </w:r>
      <w:proofErr w:type="spellStart"/>
      <w:r w:rsidRPr="00852E5A">
        <w:rPr>
          <w:sz w:val="23"/>
          <w:szCs w:val="23"/>
          <w:lang w:val="fi-FI"/>
        </w:rPr>
        <w:t>mailil</w:t>
      </w:r>
      <w:proofErr w:type="spellEnd"/>
      <w:r w:rsidRPr="00852E5A">
        <w:rPr>
          <w:sz w:val="23"/>
          <w:szCs w:val="23"/>
          <w:lang w:val="fi-FI"/>
        </w:rPr>
        <w:t xml:space="preserve">:  </w:t>
      </w:r>
      <w:hyperlink r:id="rId9" w:history="1">
        <w:r w:rsidRPr="001F7CBA">
          <w:rPr>
            <w:rStyle w:val="Hperlink"/>
            <w:sz w:val="23"/>
            <w:szCs w:val="23"/>
            <w:lang w:val="fi-FI"/>
          </w:rPr>
          <w:t>Helery.Roos@ee.gt.com</w:t>
        </w:r>
      </w:hyperlink>
      <w:r>
        <w:rPr>
          <w:sz w:val="23"/>
          <w:szCs w:val="23"/>
          <w:lang w:val="fi-FI"/>
        </w:rPr>
        <w:t xml:space="preserve"> </w:t>
      </w:r>
    </w:p>
    <w:p w14:paraId="7ECBF0CE" w14:textId="77777777" w:rsidR="008A66F0" w:rsidRPr="00F416A9" w:rsidRDefault="008A66F0" w:rsidP="008A66F0">
      <w:pPr>
        <w:suppressAutoHyphens/>
        <w:ind w:left="357"/>
      </w:pPr>
    </w:p>
    <w:p w14:paraId="70E20A51" w14:textId="77777777" w:rsidR="008A66F0" w:rsidRPr="00F416A9" w:rsidRDefault="008A66F0" w:rsidP="008A66F0">
      <w:pPr>
        <w:pStyle w:val="Kehatekst"/>
        <w:rPr>
          <w:rFonts w:ascii="Times New Roman" w:hAnsi="Times New Roman"/>
          <w:szCs w:val="24"/>
          <w:lang w:val="et-EE"/>
        </w:rPr>
      </w:pPr>
    </w:p>
    <w:p w14:paraId="2AB2AC74" w14:textId="196105C7" w:rsidR="008A66F0" w:rsidRPr="00F416A9" w:rsidRDefault="008A66F0" w:rsidP="008A66F0">
      <w:pPr>
        <w:pStyle w:val="Kehatekst"/>
        <w:rPr>
          <w:rFonts w:ascii="Times New Roman" w:hAnsi="Times New Roman"/>
          <w:szCs w:val="24"/>
          <w:lang w:val="et-EE"/>
        </w:rPr>
      </w:pPr>
      <w:r w:rsidRPr="00F416A9">
        <w:rPr>
          <w:rFonts w:ascii="Times New Roman" w:hAnsi="Times New Roman"/>
          <w:szCs w:val="24"/>
          <w:lang w:val="et-EE"/>
        </w:rPr>
        <w:t>Palun saatke informatsioon meie audiitoritele hiljemalt</w:t>
      </w:r>
      <w:r w:rsidRPr="00F416A9">
        <w:rPr>
          <w:rFonts w:ascii="Times New Roman" w:hAnsi="Times New Roman"/>
          <w:iCs/>
          <w:szCs w:val="24"/>
          <w:lang w:val="et-EE"/>
        </w:rPr>
        <w:t xml:space="preserve"> </w:t>
      </w:r>
      <w:r>
        <w:rPr>
          <w:rFonts w:ascii="Times New Roman" w:hAnsi="Times New Roman"/>
          <w:iCs/>
          <w:szCs w:val="24"/>
          <w:lang w:val="et-EE"/>
        </w:rPr>
        <w:t>20</w:t>
      </w:r>
      <w:r w:rsidRPr="00F416A9">
        <w:rPr>
          <w:rFonts w:ascii="Times New Roman" w:hAnsi="Times New Roman"/>
          <w:iCs/>
          <w:szCs w:val="24"/>
          <w:lang w:val="et-EE"/>
        </w:rPr>
        <w:t>.0</w:t>
      </w:r>
      <w:r>
        <w:rPr>
          <w:rFonts w:ascii="Times New Roman" w:hAnsi="Times New Roman"/>
          <w:iCs/>
          <w:szCs w:val="24"/>
          <w:lang w:val="et-EE"/>
        </w:rPr>
        <w:t>2</w:t>
      </w:r>
      <w:r w:rsidRPr="00F416A9">
        <w:rPr>
          <w:rFonts w:ascii="Times New Roman" w:hAnsi="Times New Roman"/>
          <w:iCs/>
          <w:szCs w:val="24"/>
          <w:lang w:val="et-EE"/>
        </w:rPr>
        <w:t>.20</w:t>
      </w:r>
      <w:r>
        <w:rPr>
          <w:rFonts w:ascii="Times New Roman" w:hAnsi="Times New Roman"/>
          <w:iCs/>
          <w:szCs w:val="24"/>
          <w:lang w:val="et-EE"/>
        </w:rPr>
        <w:t>2</w:t>
      </w:r>
      <w:r w:rsidR="00E33C17">
        <w:rPr>
          <w:rFonts w:ascii="Times New Roman" w:hAnsi="Times New Roman"/>
          <w:iCs/>
          <w:szCs w:val="24"/>
          <w:lang w:val="et-EE"/>
        </w:rPr>
        <w:t>6</w:t>
      </w:r>
      <w:r w:rsidRPr="00F416A9">
        <w:rPr>
          <w:rFonts w:ascii="Times New Roman" w:hAnsi="Times New Roman"/>
          <w:iCs/>
          <w:szCs w:val="24"/>
          <w:lang w:val="et-EE"/>
        </w:rPr>
        <w:t>.</w:t>
      </w:r>
      <w:r w:rsidRPr="00F416A9">
        <w:rPr>
          <w:rFonts w:ascii="Times New Roman" w:hAnsi="Times New Roman"/>
          <w:szCs w:val="24"/>
          <w:lang w:val="et-EE"/>
        </w:rPr>
        <w:t xml:space="preserve"> Oleme tänulikud, kui saadate kirja koopia ka meile. </w:t>
      </w:r>
    </w:p>
    <w:p w14:paraId="238EAEB1" w14:textId="77777777" w:rsidR="008A66F0" w:rsidRPr="00F416A9" w:rsidRDefault="008A66F0" w:rsidP="008A66F0">
      <w:pPr>
        <w:pStyle w:val="Kehateks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242"/>
        </w:tabs>
        <w:jc w:val="both"/>
        <w:rPr>
          <w:rFonts w:ascii="Times New Roman" w:hAnsi="Times New Roman"/>
          <w:szCs w:val="24"/>
          <w:lang w:val="et-EE"/>
        </w:rPr>
      </w:pPr>
    </w:p>
    <w:p w14:paraId="33D079E5" w14:textId="77777777" w:rsidR="008A66F0" w:rsidRPr="00F416A9" w:rsidRDefault="008A66F0" w:rsidP="008A66F0">
      <w:pPr>
        <w:pStyle w:val="Kehateks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242"/>
        </w:tabs>
        <w:jc w:val="both"/>
        <w:rPr>
          <w:rFonts w:ascii="Times New Roman" w:hAnsi="Times New Roman"/>
          <w:szCs w:val="24"/>
          <w:lang w:val="et-EE"/>
        </w:rPr>
      </w:pPr>
    </w:p>
    <w:p w14:paraId="5FE10581" w14:textId="77777777" w:rsidR="008A66F0" w:rsidRPr="00F416A9" w:rsidRDefault="008A66F0" w:rsidP="008A66F0">
      <w:pPr>
        <w:pStyle w:val="Kehateks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242"/>
        </w:tabs>
        <w:rPr>
          <w:rFonts w:ascii="Times New Roman" w:hAnsi="Times New Roman"/>
          <w:szCs w:val="24"/>
          <w:lang w:val="et-EE"/>
        </w:rPr>
      </w:pPr>
      <w:r w:rsidRPr="00F416A9">
        <w:rPr>
          <w:rFonts w:ascii="Times New Roman" w:hAnsi="Times New Roman"/>
          <w:szCs w:val="24"/>
          <w:lang w:val="et-EE"/>
        </w:rPr>
        <w:t>Lugupidamisega</w:t>
      </w:r>
    </w:p>
    <w:p w14:paraId="569D125C" w14:textId="77777777" w:rsidR="008A66F0" w:rsidRPr="00F416A9" w:rsidRDefault="008A66F0" w:rsidP="008A66F0">
      <w:pPr>
        <w:pStyle w:val="Kehatekst"/>
        <w:rPr>
          <w:rFonts w:ascii="Times New Roman" w:hAnsi="Times New Roman"/>
          <w:szCs w:val="24"/>
          <w:lang w:val="et-EE"/>
        </w:rPr>
      </w:pPr>
    </w:p>
    <w:p w14:paraId="62D62DDC" w14:textId="77777777" w:rsidR="008A66F0" w:rsidRPr="00F416A9" w:rsidRDefault="008A66F0" w:rsidP="008A66F0">
      <w:pPr>
        <w:pStyle w:val="Kehatekst"/>
        <w:rPr>
          <w:rFonts w:ascii="Times New Roman" w:hAnsi="Times New Roman"/>
          <w:szCs w:val="24"/>
          <w:lang w:val="et-EE"/>
        </w:rPr>
      </w:pPr>
    </w:p>
    <w:p w14:paraId="4DAA33FA" w14:textId="77777777" w:rsidR="008A66F0" w:rsidRPr="00F416A9" w:rsidRDefault="008A66F0" w:rsidP="008A66F0">
      <w:pPr>
        <w:pStyle w:val="Kehatekst"/>
        <w:rPr>
          <w:rFonts w:ascii="Times New Roman" w:hAnsi="Times New Roman"/>
          <w:szCs w:val="24"/>
          <w:lang w:val="et-EE"/>
        </w:rPr>
      </w:pPr>
    </w:p>
    <w:p w14:paraId="1598DC9C" w14:textId="77777777" w:rsidR="008A66F0" w:rsidRPr="00F416A9" w:rsidRDefault="008A66F0" w:rsidP="008A66F0">
      <w:pPr>
        <w:pStyle w:val="Kehatekst"/>
        <w:rPr>
          <w:rFonts w:ascii="Times New Roman" w:hAnsi="Times New Roman"/>
          <w:szCs w:val="24"/>
          <w:lang w:val="et-EE"/>
        </w:rPr>
      </w:pPr>
      <w:r w:rsidRPr="00F416A9">
        <w:rPr>
          <w:rFonts w:ascii="Times New Roman" w:hAnsi="Times New Roman"/>
          <w:szCs w:val="24"/>
          <w:lang w:val="et-EE"/>
        </w:rPr>
        <w:t>(allkirjastatud digitaalselt)</w:t>
      </w:r>
    </w:p>
    <w:p w14:paraId="2453F788" w14:textId="1BEC77F4" w:rsidR="008A66F0" w:rsidRPr="00F416A9" w:rsidRDefault="008A66F0" w:rsidP="008A66F0">
      <w:pPr>
        <w:pStyle w:val="Kehatekst"/>
        <w:rPr>
          <w:rFonts w:ascii="Times New Roman" w:hAnsi="Times New Roman"/>
          <w:szCs w:val="24"/>
          <w:lang w:val="et-EE"/>
        </w:rPr>
      </w:pPr>
      <w:r>
        <w:rPr>
          <w:rFonts w:ascii="Times New Roman" w:hAnsi="Times New Roman"/>
          <w:szCs w:val="24"/>
          <w:lang w:val="et-EE"/>
        </w:rPr>
        <w:t>Heli Noorkõiv</w:t>
      </w:r>
    </w:p>
    <w:p w14:paraId="444BF259" w14:textId="0E6500CF" w:rsidR="008A66F0" w:rsidRPr="00F416A9" w:rsidRDefault="008A66F0" w:rsidP="008A66F0">
      <w:pPr>
        <w:pStyle w:val="Kehateks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242"/>
        </w:tabs>
        <w:rPr>
          <w:rFonts w:ascii="Times New Roman" w:hAnsi="Times New Roman"/>
          <w:szCs w:val="24"/>
          <w:lang w:val="et-EE"/>
        </w:rPr>
      </w:pPr>
      <w:r>
        <w:rPr>
          <w:rFonts w:ascii="Times New Roman" w:hAnsi="Times New Roman"/>
          <w:szCs w:val="24"/>
          <w:lang w:val="et-EE"/>
        </w:rPr>
        <w:t>raamatupidamis- ja finantsvaldkonna juht</w:t>
      </w:r>
    </w:p>
    <w:p w14:paraId="309D2749" w14:textId="77777777" w:rsidR="008A66F0" w:rsidRPr="00F416A9" w:rsidRDefault="008A66F0" w:rsidP="008A66F0">
      <w:pPr>
        <w:jc w:val="both"/>
        <w:rPr>
          <w:color w:val="FFFFFF"/>
        </w:rPr>
      </w:pPr>
      <w:r w:rsidRPr="00F416A9">
        <w:rPr>
          <w:color w:val="FFFFFF"/>
        </w:rPr>
        <w:t>¤</w:t>
      </w:r>
    </w:p>
    <w:p w14:paraId="17F8E507" w14:textId="77777777" w:rsidR="008A66F0" w:rsidRPr="00F416A9" w:rsidRDefault="008A66F0" w:rsidP="008A66F0">
      <w:pPr>
        <w:jc w:val="both"/>
        <w:rPr>
          <w:color w:val="FFFFFF"/>
        </w:rPr>
      </w:pPr>
    </w:p>
    <w:p w14:paraId="4276F849" w14:textId="77777777" w:rsidR="008A66F0" w:rsidRPr="00F416A9" w:rsidRDefault="008A66F0" w:rsidP="008A66F0">
      <w:pPr>
        <w:jc w:val="both"/>
        <w:rPr>
          <w:color w:val="FFFFFF"/>
        </w:rPr>
      </w:pPr>
    </w:p>
    <w:p w14:paraId="691FF1F1" w14:textId="77777777" w:rsidR="008A66F0" w:rsidRDefault="008A66F0" w:rsidP="008A66F0">
      <w:pPr>
        <w:rPr>
          <w:lang w:val="fi-FI"/>
        </w:rPr>
      </w:pPr>
      <w:r w:rsidRPr="00852E5A">
        <w:rPr>
          <w:lang w:val="fi-FI"/>
        </w:rPr>
        <w:t xml:space="preserve">Heli Noorkõiv </w:t>
      </w:r>
    </w:p>
    <w:p w14:paraId="09919A33" w14:textId="77777777" w:rsidR="008A66F0" w:rsidRPr="00852E5A" w:rsidRDefault="008A66F0" w:rsidP="008A66F0">
      <w:pPr>
        <w:rPr>
          <w:sz w:val="23"/>
          <w:szCs w:val="23"/>
          <w:lang w:val="fi-FI"/>
        </w:rPr>
      </w:pPr>
      <w:r w:rsidRPr="00852E5A">
        <w:rPr>
          <w:lang w:val="fi-FI"/>
        </w:rPr>
        <w:t xml:space="preserve">614 8577 </w:t>
      </w:r>
      <w:hyperlink r:id="rId10" w:history="1">
        <w:r w:rsidRPr="00852E5A">
          <w:rPr>
            <w:rStyle w:val="Hperlink"/>
            <w:lang w:val="fi-FI"/>
          </w:rPr>
          <w:t>heli.noorkoiv@tootukassa.ee</w:t>
        </w:r>
      </w:hyperlink>
    </w:p>
    <w:p w14:paraId="128797F1" w14:textId="77777777" w:rsidR="00426FC7" w:rsidRDefault="00426FC7"/>
    <w:p w14:paraId="76DCBF5B" w14:textId="77777777" w:rsidR="00564350" w:rsidRDefault="00564350"/>
    <w:p w14:paraId="0DA5F8DA" w14:textId="77777777" w:rsidR="00426FC7" w:rsidRDefault="00426FC7"/>
    <w:sectPr w:rsidR="00426FC7" w:rsidSect="00C45A6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797" w:right="1797" w:bottom="1440" w:left="1797" w:header="719" w:footer="8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49541" w14:textId="77777777" w:rsidR="00041894" w:rsidRDefault="00041894">
      <w:r>
        <w:separator/>
      </w:r>
    </w:p>
  </w:endnote>
  <w:endnote w:type="continuationSeparator" w:id="0">
    <w:p w14:paraId="5ED7D4CF" w14:textId="77777777" w:rsidR="00041894" w:rsidRDefault="0004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102E5" w14:textId="77777777" w:rsidR="00DD0FDD" w:rsidRDefault="00DD0FD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F2D4D" w14:textId="77777777" w:rsidR="00DD0FDD" w:rsidRDefault="00DD0FDD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24EEC" w14:textId="77777777" w:rsidR="005D3164" w:rsidRPr="00897A48" w:rsidRDefault="005D3164" w:rsidP="00564350">
    <w:pPr>
      <w:pStyle w:val="Jalus"/>
      <w:jc w:val="center"/>
      <w:rPr>
        <w:rFonts w:ascii="Roboto" w:hAnsi="Roboto"/>
        <w:sz w:val="16"/>
        <w:szCs w:val="16"/>
      </w:rPr>
    </w:pPr>
    <w:r w:rsidRPr="00897A48">
      <w:rPr>
        <w:rFonts w:ascii="Roboto" w:hAnsi="Roboto"/>
        <w:sz w:val="16"/>
        <w:szCs w:val="16"/>
      </w:rPr>
      <w:t>Eesti Töötukassa</w:t>
    </w:r>
  </w:p>
  <w:p w14:paraId="03BA7E84" w14:textId="416CC174" w:rsidR="005D3164" w:rsidRPr="00897A48" w:rsidRDefault="59DF5CD6" w:rsidP="59DF5CD6">
    <w:pPr>
      <w:pStyle w:val="Jalus"/>
      <w:jc w:val="center"/>
      <w:rPr>
        <w:rFonts w:ascii="Roboto" w:hAnsi="Roboto"/>
        <w:sz w:val="16"/>
        <w:szCs w:val="16"/>
      </w:rPr>
    </w:pPr>
    <w:r w:rsidRPr="59DF5CD6">
      <w:rPr>
        <w:rFonts w:ascii="Roboto" w:hAnsi="Roboto"/>
        <w:sz w:val="16"/>
        <w:szCs w:val="16"/>
      </w:rPr>
      <w:t>Registrikood 74000085  •  Lõõtsa 2a, 11415 Tallinn  •  tel 614 8500</w:t>
    </w:r>
  </w:p>
  <w:p w14:paraId="24944C12" w14:textId="77777777" w:rsidR="00734FD5" w:rsidRPr="00897A48" w:rsidRDefault="009B2864" w:rsidP="00734FD5">
    <w:pPr>
      <w:pStyle w:val="Jalus"/>
      <w:jc w:val="center"/>
      <w:rPr>
        <w:rFonts w:ascii="Roboto" w:hAnsi="Roboto"/>
        <w:sz w:val="16"/>
        <w:szCs w:val="16"/>
      </w:rPr>
    </w:pPr>
    <w:r w:rsidRPr="00897A48">
      <w:rPr>
        <w:rFonts w:ascii="Roboto" w:hAnsi="Roboto"/>
        <w:sz w:val="16"/>
        <w:szCs w:val="16"/>
      </w:rPr>
      <w:t xml:space="preserve">info@tootukassa.ee  •  </w:t>
    </w:r>
    <w:r w:rsidR="00734FD5" w:rsidRPr="00897A48">
      <w:rPr>
        <w:rFonts w:ascii="Roboto" w:hAnsi="Roboto"/>
        <w:sz w:val="16"/>
        <w:szCs w:val="16"/>
      </w:rPr>
      <w:t>www.tootukassa.ee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9735D" w14:textId="77777777" w:rsidR="00041894" w:rsidRDefault="00041894">
      <w:r>
        <w:separator/>
      </w:r>
    </w:p>
  </w:footnote>
  <w:footnote w:type="continuationSeparator" w:id="0">
    <w:p w14:paraId="6F2DEC17" w14:textId="77777777" w:rsidR="00041894" w:rsidRDefault="00041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C6883" w14:textId="77777777" w:rsidR="00DD0FDD" w:rsidRDefault="00DD0FDD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2F95F" w14:textId="77777777" w:rsidR="005D3164" w:rsidRDefault="005D3164" w:rsidP="004B043F">
    <w:pPr>
      <w:pStyle w:val="Pis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85C6D" w14:textId="39691C97" w:rsidR="005D3164" w:rsidRDefault="00205BCB" w:rsidP="00564350">
    <w:pPr>
      <w:pStyle w:val="Pis"/>
      <w:jc w:val="center"/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A2EEF8B" wp14:editId="0133C069">
          <wp:simplePos x="0" y="0"/>
          <wp:positionH relativeFrom="column">
            <wp:posOffset>1593215</wp:posOffset>
          </wp:positionH>
          <wp:positionV relativeFrom="paragraph">
            <wp:posOffset>-138430</wp:posOffset>
          </wp:positionV>
          <wp:extent cx="2095500" cy="681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681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>
      <o:colormru v:ext="edit" colors="#ddd,#fa7406,#ff7d21,#c6e9e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7C"/>
    <w:rsid w:val="00021ADD"/>
    <w:rsid w:val="000305B2"/>
    <w:rsid w:val="00041894"/>
    <w:rsid w:val="00056304"/>
    <w:rsid w:val="0007014D"/>
    <w:rsid w:val="00087954"/>
    <w:rsid w:val="000B3158"/>
    <w:rsid w:val="000D3C7D"/>
    <w:rsid w:val="00103D93"/>
    <w:rsid w:val="00135C68"/>
    <w:rsid w:val="00187E88"/>
    <w:rsid w:val="00205BCB"/>
    <w:rsid w:val="0023198A"/>
    <w:rsid w:val="002669E4"/>
    <w:rsid w:val="00277A3A"/>
    <w:rsid w:val="002970B2"/>
    <w:rsid w:val="002C2FBF"/>
    <w:rsid w:val="002F1DE6"/>
    <w:rsid w:val="00327E55"/>
    <w:rsid w:val="00371561"/>
    <w:rsid w:val="00383092"/>
    <w:rsid w:val="00390D6F"/>
    <w:rsid w:val="00395E0F"/>
    <w:rsid w:val="003B1DCC"/>
    <w:rsid w:val="00426FC7"/>
    <w:rsid w:val="00437F5B"/>
    <w:rsid w:val="004A320A"/>
    <w:rsid w:val="004B043F"/>
    <w:rsid w:val="004D6162"/>
    <w:rsid w:val="00564350"/>
    <w:rsid w:val="005D3164"/>
    <w:rsid w:val="006520CA"/>
    <w:rsid w:val="00686381"/>
    <w:rsid w:val="00686EAE"/>
    <w:rsid w:val="006956C9"/>
    <w:rsid w:val="0071647F"/>
    <w:rsid w:val="00734FD5"/>
    <w:rsid w:val="00752596"/>
    <w:rsid w:val="00801D2F"/>
    <w:rsid w:val="008106AE"/>
    <w:rsid w:val="008935B9"/>
    <w:rsid w:val="00897A48"/>
    <w:rsid w:val="008A66F0"/>
    <w:rsid w:val="008B1E06"/>
    <w:rsid w:val="008B61BC"/>
    <w:rsid w:val="008D34E1"/>
    <w:rsid w:val="008E17A1"/>
    <w:rsid w:val="00907F95"/>
    <w:rsid w:val="00935A2C"/>
    <w:rsid w:val="00963308"/>
    <w:rsid w:val="009B2864"/>
    <w:rsid w:val="00A13E63"/>
    <w:rsid w:val="00A3667C"/>
    <w:rsid w:val="00A377CF"/>
    <w:rsid w:val="00AC1CFE"/>
    <w:rsid w:val="00B45075"/>
    <w:rsid w:val="00B73D3C"/>
    <w:rsid w:val="00B74ECA"/>
    <w:rsid w:val="00B92D6E"/>
    <w:rsid w:val="00BD7374"/>
    <w:rsid w:val="00BE09A4"/>
    <w:rsid w:val="00BE4A46"/>
    <w:rsid w:val="00C45A61"/>
    <w:rsid w:val="00C72E44"/>
    <w:rsid w:val="00C94552"/>
    <w:rsid w:val="00CC5065"/>
    <w:rsid w:val="00D140B6"/>
    <w:rsid w:val="00D348BA"/>
    <w:rsid w:val="00DB2B2C"/>
    <w:rsid w:val="00DB477E"/>
    <w:rsid w:val="00DD0FDD"/>
    <w:rsid w:val="00DD53D8"/>
    <w:rsid w:val="00DD577F"/>
    <w:rsid w:val="00DE4DD5"/>
    <w:rsid w:val="00DE54DA"/>
    <w:rsid w:val="00E33C17"/>
    <w:rsid w:val="00E9283E"/>
    <w:rsid w:val="00EA16D7"/>
    <w:rsid w:val="00EB5177"/>
    <w:rsid w:val="00EF2ED2"/>
    <w:rsid w:val="00F01B9F"/>
    <w:rsid w:val="00F508E0"/>
    <w:rsid w:val="00F765A9"/>
    <w:rsid w:val="00F770EF"/>
    <w:rsid w:val="00F873C9"/>
    <w:rsid w:val="00FC0229"/>
    <w:rsid w:val="00FD5F10"/>
    <w:rsid w:val="59DF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#fa7406,#ff7d21,#c6e9e9"/>
    </o:shapedefaults>
    <o:shapelayout v:ext="edit">
      <o:idmap v:ext="edit" data="2"/>
    </o:shapelayout>
  </w:shapeDefaults>
  <w:decimalSymbol w:val=","/>
  <w:listSeparator w:val=";"/>
  <w14:docId w14:val="2A266C8F"/>
  <w15:chartTrackingRefBased/>
  <w15:docId w15:val="{3DA76DB5-FCA1-43DF-A0E9-6C5CD05F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2C2FBF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8A66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GB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187E8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E9283E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E9283E"/>
    <w:pPr>
      <w:tabs>
        <w:tab w:val="center" w:pos="4320"/>
        <w:tab w:val="right" w:pos="8640"/>
      </w:tabs>
    </w:pPr>
  </w:style>
  <w:style w:type="character" w:styleId="Hperlink">
    <w:name w:val="Hyperlink"/>
    <w:uiPriority w:val="99"/>
    <w:rsid w:val="00E9283E"/>
    <w:rPr>
      <w:color w:val="0000FF"/>
      <w:u w:val="single"/>
    </w:rPr>
  </w:style>
  <w:style w:type="paragraph" w:styleId="Jutumullitekst">
    <w:name w:val="Balloon Text"/>
    <w:basedOn w:val="Normaallaad"/>
    <w:link w:val="JutumullitekstMrk"/>
    <w:rsid w:val="008106AE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8106AE"/>
    <w:rPr>
      <w:rFonts w:ascii="Tahoma" w:hAnsi="Tahoma" w:cs="Tahoma"/>
      <w:sz w:val="16"/>
      <w:szCs w:val="16"/>
      <w:lang w:eastAsia="en-US"/>
    </w:rPr>
  </w:style>
  <w:style w:type="character" w:customStyle="1" w:styleId="Pealkiri2Mrk">
    <w:name w:val="Pealkiri 2 Märk"/>
    <w:basedOn w:val="Liguvaikefont"/>
    <w:link w:val="Pealkiri2"/>
    <w:semiHidden/>
    <w:rsid w:val="00187E88"/>
    <w:rPr>
      <w:rFonts w:ascii="Calibri Light" w:hAnsi="Calibri Light"/>
      <w:b/>
      <w:bCs/>
      <w:i/>
      <w:iCs/>
      <w:sz w:val="28"/>
      <w:szCs w:val="28"/>
      <w:lang w:val="en-GB" w:eastAsia="en-US"/>
    </w:rPr>
  </w:style>
  <w:style w:type="character" w:customStyle="1" w:styleId="Pealkiri1Mrk">
    <w:name w:val="Pealkiri 1 Märk"/>
    <w:basedOn w:val="Liguvaikefont"/>
    <w:link w:val="Pealkiri1"/>
    <w:rsid w:val="008A66F0"/>
    <w:rPr>
      <w:rFonts w:ascii="Cambria" w:hAnsi="Cambria"/>
      <w:b/>
      <w:bCs/>
      <w:kern w:val="32"/>
      <w:sz w:val="32"/>
      <w:szCs w:val="32"/>
      <w:lang w:val="en-GB" w:eastAsia="en-US"/>
    </w:rPr>
  </w:style>
  <w:style w:type="paragraph" w:styleId="Kehatekst">
    <w:name w:val="Body Text"/>
    <w:basedOn w:val="Normaallaad"/>
    <w:link w:val="KehatekstMrk"/>
    <w:rsid w:val="008A66F0"/>
    <w:rPr>
      <w:rFonts w:ascii="Tms Rmn" w:hAnsi="Tms Rmn"/>
      <w:snapToGrid w:val="0"/>
      <w:color w:val="000000"/>
      <w:szCs w:val="20"/>
      <w:lang w:val="en-GB"/>
    </w:rPr>
  </w:style>
  <w:style w:type="character" w:customStyle="1" w:styleId="KehatekstMrk">
    <w:name w:val="Kehatekst Märk"/>
    <w:basedOn w:val="Liguvaikefont"/>
    <w:link w:val="Kehatekst"/>
    <w:rsid w:val="008A66F0"/>
    <w:rPr>
      <w:rFonts w:ascii="Tms Rmn" w:hAnsi="Tms Rmn"/>
      <w:snapToGrid w:val="0"/>
      <w:color w:val="000000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heli.noorkoiv@tootukassa.ee" TargetMode="External"/><Relationship Id="rId4" Type="http://schemas.openxmlformats.org/officeDocument/2006/relationships/styles" Target="styles.xml"/><Relationship Id="rId9" Type="http://schemas.openxmlformats.org/officeDocument/2006/relationships/hyperlink" Target="mailto:Helery.Roos@ee.gt.com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elle\Desktop\TK%20blank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e22e2a5bdc2454f98d3dc1a85171451 xmlns="5e22408e-66e0-48ba-9823-3523619ce705">
      <Terms xmlns="http://schemas.microsoft.com/office/infopath/2007/PartnerControls"/>
    </ce22e2a5bdc2454f98d3dc1a85171451>
    <TaxCatchAll xmlns="dfd28b3e-10f4-4fe3-a445-55acb475b015">
      <Value>6</Value>
      <Value>12</Value>
      <Value>3</Value>
      <Value>1</Value>
    </TaxCatchAll>
    <ChangeDesc xmlns="5e22408e-66e0-48ba-9823-3523619ce705" xsi:nil="true"/>
    <UmbrellaDocVer xmlns="5e22408e-66e0-48ba-9823-3523619ce705" xsi:nil="true"/>
    <ReviewDeadline xmlns="5e22408e-66e0-48ba-9823-3523619ce705">2026-03-31T21:00:00+00:00</ReviewDeadline>
    <UmbrellaDocNo xmlns="5e22408e-66e0-48ba-9823-3523619ce705" xsi:nil="true"/>
    <nb67edc5a9d848378adcf005f5ef4d70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>05d4ae7e-a49b-4bc2-9e77-4cffd96e4a09</TermId>
        </TermInfo>
      </Terms>
    </nb67edc5a9d848378adcf005f5ef4d70>
    <SearchKeywords xmlns="5e22408e-66e0-48ba-9823-3523619ce705">blankett</SearchKeywords>
    <jb331c21b1204eeabccdde33c0f5e699 xmlns="5e22408e-66e0-48ba-9823-3523619ce705">
      <Terms xmlns="http://schemas.microsoft.com/office/infopath/2007/PartnerControls"/>
    </jb331c21b1204eeabccdde33c0f5e699>
    <Responsible xmlns="5e22408e-66e0-48ba-9823-3523619ce705">
      <UserInfo>
        <DisplayName>Maarika Nüganen</DisplayName>
        <AccountId>473</AccountId>
        <AccountType/>
      </UserInfo>
    </Responsible>
    <i72e5d76b419464c92616665b13f16c1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>f96befaf-9780-4dd6-9674-2555a8f344a2</TermId>
        </TermInfo>
      </Terms>
    </i72e5d76b419464c92616665b13f16c1>
    <j357327a5f664abda8657074ec173a4f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>bd96cc92-0160-481c-93cb-38b264692a06</TermId>
        </TermInfo>
      </Terms>
    </j357327a5f664abda8657074ec173a4f>
    <ResponsibleDataChanged xmlns="5e22408e-66e0-48ba-9823-3523619ce705" xsi:nil="true"/>
    <ValidFrom xmlns="5e22408e-66e0-48ba-9823-3523619ce705">2025-03-31T21:00:00+00:00</ValidFrom>
    <be19ea7f5e254f6581796f29cd06c0a0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>9e6bf5c0-2534-4613-91fc-9f1fef76fd08</TermId>
        </TermInfo>
      </Terms>
    </be19ea7f5e254f6581796f29cd06c0a0>
    <ResponsibleTitle xmlns="5e22408e-66e0-48ba-9823-3523619ce705">dokumendihalduse juht</ResponsibleTitle>
    <ResponsibleDept xmlns="5e22408e-66e0-48ba-9823-3523619ce705">haldusosakond</ResponsibleDept>
    <ResponsibleStatus xmlns="5e22408e-66e0-48ba-9823-3523619ce705">Tööl</ResponsibleStatus>
    <Number xmlns="5e22408e-66e0-48ba-9823-3523619ce705">3668</Number>
    <Version0 xmlns="5e22408e-66e0-48ba-9823-3523619ce705">1</Version0>
    <ResponsibleId xmlns="5e22408e-66e0-48ba-9823-3523619ce705">473</ResponsibleId>
    <ParentDocRef xmlns="5e22408e-66e0-48ba-9823-3523619ce705" xsi:nil="true"/>
    <ChildDocRefs xmlns="5e22408e-66e0-48ba-9823-3523619ce70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DE5CAACA811A4C99AC68C23DCDAA77" ma:contentTypeVersion="37" ma:contentTypeDescription="Loo uus dokument" ma:contentTypeScope="" ma:versionID="0a49719e91afe35f9e10b96cb6c300d3">
  <xsd:schema xmlns:xsd="http://www.w3.org/2001/XMLSchema" xmlns:xs="http://www.w3.org/2001/XMLSchema" xmlns:p="http://schemas.microsoft.com/office/2006/metadata/properties" xmlns:ns2="5e22408e-66e0-48ba-9823-3523619ce705" xmlns:ns3="dfd28b3e-10f4-4fe3-a445-55acb475b015" xmlns:ns4="63fcd081-3d64-464a-95d7-dbe611680601" targetNamespace="http://schemas.microsoft.com/office/2006/metadata/properties" ma:root="true" ma:fieldsID="05ccb8f10cc9e31fdd7613c327a9095d" ns2:_="" ns3:_="" ns4:_="">
    <xsd:import namespace="5e22408e-66e0-48ba-9823-3523619ce705"/>
    <xsd:import namespace="dfd28b3e-10f4-4fe3-a445-55acb475b015"/>
    <xsd:import namespace="63fcd081-3d64-464a-95d7-dbe611680601"/>
    <xsd:element name="properties">
      <xsd:complexType>
        <xsd:sequence>
          <xsd:element name="documentManagement">
            <xsd:complexType>
              <xsd:all>
                <xsd:element ref="ns2:Number" minOccurs="0"/>
                <xsd:element ref="ns2:Version0" minOccurs="0"/>
                <xsd:element ref="ns2:Responsible"/>
                <xsd:element ref="ns2:ResponsibleTitle" minOccurs="0"/>
                <xsd:element ref="ns2:ResponsibleDept" minOccurs="0"/>
                <xsd:element ref="ns2:ResponsibleStatus" minOccurs="0"/>
                <xsd:element ref="ns2:ResponsibleId" minOccurs="0"/>
                <xsd:element ref="ns2:ResponsibleDataChanged" minOccurs="0"/>
                <xsd:element ref="ns2:ValidFrom"/>
                <xsd:element ref="ns2:ValidTo" minOccurs="0"/>
                <xsd:element ref="ns2:ReviewDeadline"/>
                <xsd:element ref="ns2:UmbrellaDocNo" minOccurs="0"/>
                <xsd:element ref="ns2:UmbrellaDocVer" minOccurs="0"/>
                <xsd:element ref="ns2:SearchKeywords" minOccurs="0"/>
                <xsd:element ref="ns2:ChangeDesc" minOccurs="0"/>
                <xsd:element ref="ns2:ParentDocRef" minOccurs="0"/>
                <xsd:element ref="ns2:ChildDocRefs" minOccurs="0"/>
                <xsd:element ref="ns2:i72e5d76b419464c92616665b13f16c1" minOccurs="0"/>
                <xsd:element ref="ns3:TaxCatchAll" minOccurs="0"/>
                <xsd:element ref="ns2:nb67edc5a9d848378adcf005f5ef4d70" minOccurs="0"/>
                <xsd:element ref="ns2:j357327a5f664abda8657074ec173a4f" minOccurs="0"/>
                <xsd:element ref="ns2:be19ea7f5e254f6581796f29cd06c0a0" minOccurs="0"/>
                <xsd:element ref="ns2:jb331c21b1204eeabccdde33c0f5e699" minOccurs="0"/>
                <xsd:element ref="ns2:Archived" minOccurs="0"/>
                <xsd:element ref="ns4:SharedWithUsers" minOccurs="0"/>
                <xsd:element ref="ns4:SharedWithDetails" minOccurs="0"/>
                <xsd:element ref="ns2:ce22e2a5bdc2454f98d3dc1a8517145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22408e-66e0-48ba-9823-3523619ce705" elementFormDefault="qualified">
    <xsd:import namespace="http://schemas.microsoft.com/office/2006/documentManagement/types"/>
    <xsd:import namespace="http://schemas.microsoft.com/office/infopath/2007/PartnerControls"/>
    <xsd:element name="Number" ma:index="1" nillable="true" ma:displayName="Juhendi nr" ma:decimals="0" ma:indexed="true" ma:internalName="Number" ma:readOnly="true">
      <xsd:simpleType>
        <xsd:restriction base="dms:Number"/>
      </xsd:simpleType>
    </xsd:element>
    <xsd:element name="Version0" ma:index="2" nillable="true" ma:displayName="Versioon" ma:decimals="0" ma:default="1" ma:internalName="Version0" ma:readOnly="true">
      <xsd:simpleType>
        <xsd:restriction base="dms:Number"/>
      </xsd:simpleType>
    </xsd:element>
    <xsd:element name="Responsible" ma:index="7" ma:displayName="Vastutaja" ma:list="UserInfo" ma:internalName="Responsib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sponsibleTitle" ma:index="8" nillable="true" ma:displayName="Vastutaja ametikoht" ma:internalName="ResponsibleTitle" ma:readOnly="true">
      <xsd:simpleType>
        <xsd:restriction base="dms:Text"/>
      </xsd:simpleType>
    </xsd:element>
    <xsd:element name="ResponsibleDept" ma:index="9" nillable="true" ma:displayName="Vastutaja osakond" ma:internalName="ResponsibleDept" ma:readOnly="true">
      <xsd:simpleType>
        <xsd:restriction base="dms:Text"/>
      </xsd:simpleType>
    </xsd:element>
    <xsd:element name="ResponsibleStatus" ma:index="10" nillable="true" ma:displayName="Vastutaja staatus" ma:internalName="ResponsibleStatus" ma:readOnly="true">
      <xsd:simpleType>
        <xsd:restriction base="dms:Text"/>
      </xsd:simpleType>
    </xsd:element>
    <xsd:element name="ResponsibleId" ma:index="11" nillable="true" ma:displayName="Vastutaja ID" ma:decimals="0" ma:internalName="ResponsibleId" ma:readOnly="true">
      <xsd:simpleType>
        <xsd:restriction base="dms:Number"/>
      </xsd:simpleType>
    </xsd:element>
    <xsd:element name="ResponsibleDataChanged" ma:index="12" nillable="true" ma:displayName="ResponsibleDataChanged" ma:hidden="true" ma:internalName="ResponsibleDataChanged">
      <xsd:simpleType>
        <xsd:restriction base="dms:Boolean"/>
      </xsd:simpleType>
    </xsd:element>
    <xsd:element name="ValidFrom" ma:index="14" ma:displayName="Kehtiv alates" ma:default="[Today]" ma:format="DateOnly" ma:internalName="ValidFrom">
      <xsd:simpleType>
        <xsd:restriction base="dms:DateTime"/>
      </xsd:simpleType>
    </xsd:element>
    <xsd:element name="ValidTo" ma:index="15" nillable="true" ma:displayName="Kehtiv kuni" ma:format="DateOnly" ma:internalName="ValidTo" ma:readOnly="true">
      <xsd:simpleType>
        <xsd:restriction base="dms:DateTime"/>
      </xsd:simpleType>
    </xsd:element>
    <xsd:element name="ReviewDeadline" ma:index="16" ma:displayName="Ülevaatamise tähtaeg" ma:format="DateOnly" ma:internalName="ReviewDeadline">
      <xsd:simpleType>
        <xsd:restriction base="dms:DateTime"/>
      </xsd:simpleType>
    </xsd:element>
    <xsd:element name="UmbrellaDocNo" ma:index="17" nillable="true" ma:displayName="Katusdokumendi number" ma:decimals="0" ma:internalName="UmbrellaDocNo">
      <xsd:simpleType>
        <xsd:restriction base="dms:Number"/>
      </xsd:simpleType>
    </xsd:element>
    <xsd:element name="UmbrellaDocVer" ma:index="18" nillable="true" ma:displayName="Katusdokumendi versioon" ma:decimals="0" ma:internalName="UmbrellaDocVer">
      <xsd:simpleType>
        <xsd:restriction base="dms:Number"/>
      </xsd:simpleType>
    </xsd:element>
    <xsd:element name="SearchKeywords" ma:index="20" nillable="true" ma:displayName="Märksõnad otsinguks" ma:description="Lisa lühendid, sünonüümid, kokku-lahku kirjutamise ja käänete erinevad variandid ning muud seotud märksõnad, mida faili pealkirjas ja sisus ei leidu, kuid mis aitaks kasutajal faili hõlpsamalt üles leida." ma:internalName="SearchKeywords">
      <xsd:simpleType>
        <xsd:restriction base="dms:Note"/>
      </xsd:simpleType>
    </xsd:element>
    <xsd:element name="ChangeDesc" ma:index="21" nillable="true" ma:displayName="Muudatuse kirjeldus" ma:internalName="ChangeDesc">
      <xsd:simpleType>
        <xsd:restriction base="dms:Note"/>
      </xsd:simpleType>
    </xsd:element>
    <xsd:element name="ParentDocRef" ma:index="22" nillable="true" ma:displayName="Ülemdokumendi viide" ma:internalName="ParentDocRef" ma:readOnly="true">
      <xsd:simpleType>
        <xsd:restriction base="dms:Note"/>
      </xsd:simpleType>
    </xsd:element>
    <xsd:element name="ChildDocRefs" ma:index="23" nillable="true" ma:displayName="Alamdokumendi viited" ma:internalName="ChildDocRefs" ma:readOnly="true">
      <xsd:simpleType>
        <xsd:restriction base="dms:Note"/>
      </xsd:simpleType>
    </xsd:element>
    <xsd:element name="i72e5d76b419464c92616665b13f16c1" ma:index="27" ma:taxonomy="true" ma:internalName="i72e5d76b419464c92616665b13f16c1" ma:taxonomyFieldName="Area" ma:displayName="Valdkond" ma:fieldId="{272e5d76-b419-464c-9261-6665b13f16c1}" ma:taxonomyMulti="true" ma:sspId="b6370c44-d222-403a-8a33-546b3b51ef63" ma:termSetId="0e144fc5-5f97-498c-a856-e0239079bd3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b67edc5a9d848378adcf005f5ef4d70" ma:index="29" ma:taxonomy="true" ma:internalName="nb67edc5a9d848378adcf005f5ef4d70" ma:taxonomyFieldName="TargetAudience" ma:displayName="Sihtgrupp" ma:fieldId="{7b67edc5-a9d8-4837-8adc-f005f5ef4d70}" ma:taxonomyMulti="true" ma:sspId="b6370c44-d222-403a-8a33-546b3b51ef63" ma:termSetId="148a7e57-ea23-4de5-9ea1-abd459414f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357327a5f664abda8657074ec173a4f" ma:index="30" ma:taxonomy="true" ma:internalName="j357327a5f664abda8657074ec173a4f" ma:taxonomyFieldName="InstructionType" ma:displayName="Liik" ma:fieldId="{3357327a-5f66-4abd-a865-7074ec173a4f}" ma:sspId="b6370c44-d222-403a-8a33-546b3b51ef63" ma:termSetId="c89e3a35-9f59-47ae-8f9a-abf62b3f0f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19ea7f5e254f6581796f29cd06c0a0" ma:index="31" ma:taxonomy="true" ma:internalName="be19ea7f5e254f6581796f29cd06c0a0" ma:taxonomyFieldName="Language" ma:displayName="Keel" ma:default="1;#eesti|9e6bf5c0-2534-4613-91fc-9f1fef76fd08" ma:fieldId="{be19ea7f-5e25-4f65-8179-6f29cd06c0a0}" ma:sspId="b6370c44-d222-403a-8a33-546b3b51ef63" ma:termSetId="232b0d02-0e79-4217-b3b2-446ee051c1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b331c21b1204eeabccdde33c0f5e699" ma:index="32" nillable="true" ma:taxonomy="true" ma:internalName="jb331c21b1204eeabccdde33c0f5e699" ma:taxonomyFieldName="TempPromotedSubjects" ma:displayName="Ajutiselt esiletõstetud teemad" ma:fieldId="{3b331c21-b120-4eea-bccd-de33c0f5e699}" ma:taxonomyMulti="true" ma:sspId="b6370c44-d222-403a-8a33-546b3b51ef63" ma:termSetId="b9dc2c36-147e-4570-bced-8a293d0ef4a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rchived" ma:index="33" nillable="true" ma:displayName="Arhiivis" ma:default="0" ma:internalName="Archived" ma:readOnly="true">
      <xsd:simpleType>
        <xsd:restriction base="dms:Boolean"/>
      </xsd:simpleType>
    </xsd:element>
    <xsd:element name="ce22e2a5bdc2454f98d3dc1a85171451" ma:index="36" nillable="true" ma:taxonomy="true" ma:internalName="ce22e2a5bdc2454f98d3dc1a85171451" ma:taxonomyFieldName="Service" ma:displayName="Teenus" ma:fieldId="{ce22e2a5-bdc2-454f-98d3-dc1a85171451}" ma:taxonomyMulti="true" ma:sspId="b6370c44-d222-403a-8a33-546b3b51ef63" ma:termSetId="3d77c6ad-23af-4926-a96e-b4960b6fc09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28b3e-10f4-4fe3-a445-55acb475b015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62fc6e3e-b23d-4ff6-b8f3-1458900dbce3}" ma:internalName="TaxCatchAll" ma:showField="CatchAllData" ma:web="dfd28b3e-10f4-4fe3-a445-55acb475b0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fcd081-3d64-464a-95d7-dbe611680601" elementFormDefault="qualified">
    <xsd:import namespace="http://schemas.microsoft.com/office/2006/documentManagement/types"/>
    <xsd:import namespace="http://schemas.microsoft.com/office/infopath/2007/PartnerControls"/>
    <xsd:element name="SharedWithUsers" ma:index="3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7" ma:displayName="Sisutüüp"/>
        <xsd:element ref="dc:title" maxOccurs="1" ma:index="0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099B95-390D-435F-8444-9DEC17EF1C18}">
  <ds:schemaRefs>
    <ds:schemaRef ds:uri="http://schemas.microsoft.com/office/2006/metadata/properties"/>
    <ds:schemaRef ds:uri="http://schemas.microsoft.com/office/infopath/2007/PartnerControls"/>
    <ds:schemaRef ds:uri="5e22408e-66e0-48ba-9823-3523619ce705"/>
    <ds:schemaRef ds:uri="dfd28b3e-10f4-4fe3-a445-55acb475b015"/>
  </ds:schemaRefs>
</ds:datastoreItem>
</file>

<file path=customXml/itemProps2.xml><?xml version="1.0" encoding="utf-8"?>
<ds:datastoreItem xmlns:ds="http://schemas.openxmlformats.org/officeDocument/2006/customXml" ds:itemID="{C2F8C856-38DF-46C0-87BE-54A6B4336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22408e-66e0-48ba-9823-3523619ce705"/>
    <ds:schemaRef ds:uri="dfd28b3e-10f4-4fe3-a445-55acb475b015"/>
    <ds:schemaRef ds:uri="63fcd081-3d64-464a-95d7-dbe6116806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7F6084-BD53-46FC-93A8-853789669D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TK blank</Template>
  <TotalTime>3</TotalTime>
  <Pages>1</Pages>
  <Words>127</Words>
  <Characters>742</Characters>
  <Application>Microsoft Office Word</Application>
  <DocSecurity>0</DocSecurity>
  <Lines>6</Lines>
  <Paragraphs>1</Paragraphs>
  <ScaleCrop>false</ScaleCrop>
  <Manager/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Keskkontor</dc:title>
  <dc:subject/>
  <dc:creator>Heli Noorkõiv</dc:creator>
  <cp:keywords/>
  <dc:description/>
  <cp:lastModifiedBy>Maarika Nüganen</cp:lastModifiedBy>
  <cp:revision>2</cp:revision>
  <cp:lastPrinted>2007-11-19T14:37:00Z</cp:lastPrinted>
  <dcterms:created xsi:type="dcterms:W3CDTF">2026-02-04T10:36:00Z</dcterms:created>
  <dcterms:modified xsi:type="dcterms:W3CDTF">2026-02-04T10:36:00Z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0x01010077DE5CAACA811A4C99AC68C23DCDAA77</vt:lpwstr>
  </property>
  <property fmtid="{D5CDD505-2E9C-101B-9397-08002B2CF9AE}" pid="3" name="TargetAudience">
    <vt:lpwstr>3;#|05d4ae7e-a49b-4bc2-9e77-4cffd96e4a09</vt:lpwstr>
  </property>
  <property fmtid="{D5CDD505-2E9C-101B-9397-08002B2CF9AE}" pid="4" name="TempPromotedSubjects">
    <vt:lpwstr/>
  </property>
  <property fmtid="{D5CDD505-2E9C-101B-9397-08002B2CF9AE}" pid="5" name="Language">
    <vt:lpwstr>1;#|9e6bf5c0-2534-4613-91fc-9f1fef76fd08</vt:lpwstr>
  </property>
  <property fmtid="{D5CDD505-2E9C-101B-9397-08002B2CF9AE}" pid="6" name="Area">
    <vt:lpwstr>12;#|f96befaf-9780-4dd6-9674-2555a8f344a2</vt:lpwstr>
  </property>
  <property fmtid="{D5CDD505-2E9C-101B-9397-08002B2CF9AE}" pid="7" name="Service">
    <vt:lpwstr/>
  </property>
  <property fmtid="{D5CDD505-2E9C-101B-9397-08002B2CF9AE}" pid="8" name="InstructionType">
    <vt:lpwstr>6;#|bd96cc92-0160-481c-93cb-38b264692a06</vt:lpwstr>
  </property>
</Properties>
</file>